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68773" w14:textId="77777777" w:rsidR="00C474CA" w:rsidRDefault="00712280">
      <w:pPr>
        <w:jc w:val="center"/>
        <w:rPr>
          <w:b/>
          <w:szCs w:val="24"/>
          <w:lang w:eastAsia="lt-LT"/>
        </w:rPr>
      </w:pPr>
      <w:r>
        <w:rPr>
          <w:b/>
          <w:szCs w:val="24"/>
          <w:lang w:eastAsia="lt-LT"/>
        </w:rPr>
        <w:t>TEISĖS AKTŲ PROJEKTŲ ANTIKORUPCINIO VERTINIMO PAŽYMA</w:t>
      </w:r>
    </w:p>
    <w:p w14:paraId="50B6FF59" w14:textId="77777777" w:rsidR="00C474CA" w:rsidRDefault="00C474CA">
      <w:pPr>
        <w:rPr>
          <w:szCs w:val="24"/>
          <w:lang w:eastAsia="lt-LT"/>
        </w:rPr>
      </w:pPr>
    </w:p>
    <w:p w14:paraId="176ED87E" w14:textId="77777777" w:rsidR="00C474CA" w:rsidRDefault="00712280">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Dėl valstybinės žemės nuomos 2021 m. sausio 26 d. sutarties Nr. 15SŽN-2-(14.15.55.) pakeitimo.</w:t>
      </w:r>
    </w:p>
    <w:p w14:paraId="1274277A" w14:textId="77777777" w:rsidR="00C474CA" w:rsidRDefault="00712280">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0D1B34A9" w14:textId="77777777" w:rsidR="00C474CA" w:rsidRDefault="00712280">
      <w:pPr>
        <w:jc w:val="both"/>
        <w:rPr>
          <w:color w:val="000000"/>
        </w:rPr>
      </w:pPr>
      <w:r>
        <w:rPr>
          <w:color w:val="000000"/>
        </w:rPr>
        <w:t>Teisės akto projekto antikorupcinis vertinimas atliktas (</w:t>
      </w:r>
      <w:r>
        <w:rPr>
          <w:i/>
          <w:color w:val="000000"/>
        </w:rPr>
        <w:t>pažymėti reikiamą atsakymą</w:t>
      </w:r>
      <w:r>
        <w:rPr>
          <w:color w:val="000000"/>
        </w:rPr>
        <w:t>):</w:t>
      </w:r>
    </w:p>
    <w:p w14:paraId="67BFF9DB" w14:textId="77777777" w:rsidR="00C474CA" w:rsidRDefault="00712280">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4AE124D1" w14:textId="77777777" w:rsidR="00C474CA" w:rsidRDefault="00712280">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3A4E5319" w14:textId="77777777" w:rsidR="00C474CA" w:rsidRDefault="00712280">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69D6B282" w14:textId="77777777" w:rsidR="00C474CA" w:rsidRDefault="00712280">
      <w:pPr>
        <w:jc w:val="both"/>
      </w:pPr>
      <w:r>
        <w:t>_________________________________________________________________________________________________________________________</w:t>
      </w:r>
    </w:p>
    <w:p w14:paraId="6C8B098E" w14:textId="77777777" w:rsidR="00C474CA" w:rsidRDefault="00712280">
      <w:pPr>
        <w:jc w:val="both"/>
      </w:pPr>
      <w:r>
        <w:rPr>
          <w:szCs w:val="24"/>
          <w:lang w:eastAsia="lt-LT"/>
        </w:rPr>
        <w:t>_________________________________________________________________________________________________________________________</w:t>
      </w:r>
    </w:p>
    <w:p w14:paraId="2CFA6EBE" w14:textId="77777777" w:rsidR="00C474CA" w:rsidRDefault="00C474CA">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C474CA" w14:paraId="0143F54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774711" w14:textId="77777777" w:rsidR="00C474CA" w:rsidRDefault="00712280">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EE1B0F" w14:textId="77777777" w:rsidR="00C474CA" w:rsidRDefault="00712280">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0FE05" w14:textId="77777777" w:rsidR="00C474CA" w:rsidRDefault="00712280">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3A6DCB0D" w14:textId="77777777" w:rsidR="00C474CA" w:rsidRDefault="00712280">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138545" w14:textId="77777777" w:rsidR="00C474CA" w:rsidRDefault="00C474CA">
            <w:pPr>
              <w:jc w:val="center"/>
              <w:rPr>
                <w:sz w:val="20"/>
                <w:lang w:eastAsia="lt-LT"/>
              </w:rPr>
            </w:pPr>
          </w:p>
          <w:p w14:paraId="04EC6FDA" w14:textId="77777777" w:rsidR="00C474CA" w:rsidRDefault="00712280">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7D8BB21E" w14:textId="77777777" w:rsidR="00C474CA" w:rsidRDefault="00712280">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3D2461" w14:textId="77777777" w:rsidR="00C474CA" w:rsidRDefault="00712280">
            <w:pPr>
              <w:jc w:val="center"/>
              <w:rPr>
                <w:sz w:val="20"/>
                <w:lang w:eastAsia="lt-LT"/>
              </w:rPr>
            </w:pPr>
            <w:r>
              <w:rPr>
                <w:sz w:val="20"/>
                <w:lang w:eastAsia="lt-LT"/>
              </w:rPr>
              <w:t>Išvada dėl teisės akto projekto pakeitimų arba argumentų, kodėl neatsižvelgta į pastabą</w:t>
            </w:r>
          </w:p>
          <w:p w14:paraId="0BA98445" w14:textId="77777777" w:rsidR="00C474CA" w:rsidRDefault="00712280">
            <w:pPr>
              <w:jc w:val="center"/>
              <w:rPr>
                <w:sz w:val="20"/>
                <w:lang w:eastAsia="lt-LT"/>
              </w:rPr>
            </w:pPr>
            <w:r>
              <w:rPr>
                <w:sz w:val="20"/>
                <w:lang w:eastAsia="lt-LT"/>
              </w:rPr>
              <w:t>(</w:t>
            </w:r>
            <w:r>
              <w:rPr>
                <w:i/>
                <w:sz w:val="20"/>
                <w:lang w:eastAsia="lt-LT"/>
              </w:rPr>
              <w:t>pildo teisės akto projekto antikorupcinį vertinimą atliekantis asmuo)</w:t>
            </w:r>
          </w:p>
        </w:tc>
      </w:tr>
      <w:tr w:rsidR="00C474CA" w14:paraId="54C70C4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47C35" w14:textId="77777777" w:rsidR="00C474CA" w:rsidRDefault="00712280">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DBC92" w14:textId="77777777" w:rsidR="00C474CA" w:rsidRDefault="00712280">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7FEAD" w14:textId="77777777" w:rsidR="00C474CA" w:rsidRDefault="00712280">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F1F588" w14:textId="77777777" w:rsidR="00C474CA" w:rsidRDefault="00C474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655592" w14:textId="77777777" w:rsidR="00C474CA" w:rsidRDefault="00712280">
            <w:pPr>
              <w:rPr>
                <w:sz w:val="20"/>
                <w:lang w:eastAsia="lt-LT"/>
              </w:rPr>
            </w:pPr>
            <w:r>
              <w:rPr>
                <w:sz w:val="20"/>
                <w:lang w:eastAsia="lt-LT"/>
              </w:rPr>
              <w:t>□ tenkina</w:t>
            </w:r>
          </w:p>
          <w:p w14:paraId="7190A2EB" w14:textId="77777777" w:rsidR="00C474CA" w:rsidRDefault="00712280">
            <w:pPr>
              <w:rPr>
                <w:sz w:val="20"/>
                <w:lang w:eastAsia="lt-LT"/>
              </w:rPr>
            </w:pPr>
            <w:r>
              <w:rPr>
                <w:sz w:val="20"/>
                <w:lang w:eastAsia="lt-LT"/>
              </w:rPr>
              <w:t>□ netenkina</w:t>
            </w:r>
          </w:p>
        </w:tc>
      </w:tr>
      <w:tr w:rsidR="00C474CA" w14:paraId="29A6887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DEF41" w14:textId="77777777" w:rsidR="00C474CA" w:rsidRDefault="00712280">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40820E" w14:textId="77777777" w:rsidR="00C474CA" w:rsidRDefault="00712280">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A2D39" w14:textId="77777777" w:rsidR="00C474CA" w:rsidRDefault="00712280">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5D140" w14:textId="77777777" w:rsidR="00C474CA" w:rsidRDefault="00C474C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973AC" w14:textId="77777777" w:rsidR="00C474CA" w:rsidRDefault="00712280">
            <w:pPr>
              <w:keepNext/>
              <w:rPr>
                <w:sz w:val="20"/>
                <w:lang w:eastAsia="lt-LT"/>
              </w:rPr>
            </w:pPr>
            <w:r>
              <w:rPr>
                <w:sz w:val="20"/>
                <w:lang w:eastAsia="lt-LT"/>
              </w:rPr>
              <w:t>□ tenkina</w:t>
            </w:r>
          </w:p>
          <w:p w14:paraId="5AC744C8" w14:textId="77777777" w:rsidR="00C474CA" w:rsidRDefault="00712280">
            <w:pPr>
              <w:keepNext/>
              <w:rPr>
                <w:sz w:val="20"/>
                <w:lang w:eastAsia="lt-LT"/>
              </w:rPr>
            </w:pPr>
            <w:r>
              <w:rPr>
                <w:sz w:val="20"/>
                <w:lang w:eastAsia="lt-LT"/>
              </w:rPr>
              <w:t>□ netenkina</w:t>
            </w:r>
          </w:p>
        </w:tc>
      </w:tr>
      <w:tr w:rsidR="00C474CA" w14:paraId="40EBF54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CD4471" w14:textId="77777777" w:rsidR="00C474CA" w:rsidRDefault="00712280">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C7AAC0" w14:textId="77777777" w:rsidR="00C474CA" w:rsidRDefault="00712280">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E396D" w14:textId="77777777" w:rsidR="00C474CA" w:rsidRDefault="00712280">
            <w:pPr>
              <w:rPr>
                <w:sz w:val="20"/>
                <w:lang w:eastAsia="lt-LT"/>
              </w:rPr>
            </w:pPr>
            <w:r>
              <w:rPr>
                <w:bCs/>
                <w:sz w:val="20"/>
              </w:rPr>
              <w:lastRenderedPageBreak/>
              <w:t xml:space="preserve">Kriterijų </w:t>
            </w:r>
            <w:r>
              <w:rPr>
                <w:bCs/>
                <w:sz w:val="20"/>
              </w:rPr>
              <w:t>atitinka</w:t>
            </w:r>
          </w:p>
          <w:p w14:paraId="451DF4D9" w14:textId="77777777" w:rsidR="00C474CA" w:rsidRDefault="00C474CA">
            <w:pPr>
              <w:rPr>
                <w:sz w:val="20"/>
                <w:lang w:eastAsia="lt-LT"/>
              </w:rPr>
            </w:pPr>
          </w:p>
          <w:p w14:paraId="2947090B" w14:textId="77777777" w:rsidR="00C474CA" w:rsidRDefault="00C474CA">
            <w:pPr>
              <w:rPr>
                <w:sz w:val="20"/>
                <w:lang w:eastAsia="lt-LT"/>
              </w:rPr>
            </w:pPr>
          </w:p>
          <w:p w14:paraId="2532A72A" w14:textId="77777777" w:rsidR="00C474CA" w:rsidRDefault="00C474CA">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3CAA1"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C14A31" w14:textId="77777777" w:rsidR="00C474CA" w:rsidRDefault="00712280">
            <w:pPr>
              <w:rPr>
                <w:sz w:val="20"/>
                <w:lang w:eastAsia="lt-LT"/>
              </w:rPr>
            </w:pPr>
            <w:r>
              <w:rPr>
                <w:sz w:val="20"/>
                <w:lang w:eastAsia="lt-LT"/>
              </w:rPr>
              <w:t>□ tenkina</w:t>
            </w:r>
          </w:p>
          <w:p w14:paraId="6448337C" w14:textId="77777777" w:rsidR="00C474CA" w:rsidRDefault="00712280">
            <w:pPr>
              <w:rPr>
                <w:sz w:val="20"/>
                <w:lang w:eastAsia="lt-LT"/>
              </w:rPr>
            </w:pPr>
            <w:r>
              <w:rPr>
                <w:sz w:val="20"/>
                <w:lang w:eastAsia="lt-LT"/>
              </w:rPr>
              <w:t>□ netenkina</w:t>
            </w:r>
          </w:p>
        </w:tc>
      </w:tr>
      <w:tr w:rsidR="00C474CA" w14:paraId="0FEBC1C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2DD82C" w14:textId="77777777" w:rsidR="00C474CA" w:rsidRDefault="00712280">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CAE3FA" w14:textId="77777777" w:rsidR="00C474CA" w:rsidRDefault="00712280">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98DF6A" w14:textId="77777777" w:rsidR="00C474CA" w:rsidRDefault="00712280">
            <w:pPr>
              <w:rPr>
                <w:sz w:val="20"/>
                <w:lang w:eastAsia="lt-LT"/>
              </w:rPr>
            </w:pPr>
            <w:r>
              <w:rPr>
                <w:bCs/>
                <w:sz w:val="20"/>
              </w:rPr>
              <w:t>Kriterijų atitinka</w:t>
            </w:r>
          </w:p>
          <w:p w14:paraId="51BFA712" w14:textId="77777777" w:rsidR="00C474CA" w:rsidRDefault="00C474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934E8"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EF7A2F" w14:textId="77777777" w:rsidR="00C474CA" w:rsidRDefault="00712280">
            <w:pPr>
              <w:rPr>
                <w:sz w:val="20"/>
                <w:lang w:eastAsia="lt-LT"/>
              </w:rPr>
            </w:pPr>
            <w:r>
              <w:rPr>
                <w:sz w:val="20"/>
                <w:lang w:eastAsia="lt-LT"/>
              </w:rPr>
              <w:t>□ tenkina</w:t>
            </w:r>
          </w:p>
          <w:p w14:paraId="722EFEA4" w14:textId="77777777" w:rsidR="00C474CA" w:rsidRDefault="00712280">
            <w:pPr>
              <w:rPr>
                <w:sz w:val="20"/>
                <w:lang w:eastAsia="lt-LT"/>
              </w:rPr>
            </w:pPr>
            <w:r>
              <w:rPr>
                <w:sz w:val="20"/>
                <w:lang w:eastAsia="lt-LT"/>
              </w:rPr>
              <w:t>□ netenkina</w:t>
            </w:r>
          </w:p>
        </w:tc>
      </w:tr>
      <w:tr w:rsidR="00C474CA" w14:paraId="2B1C171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6C8C9" w14:textId="77777777" w:rsidR="00C474CA" w:rsidRDefault="00712280">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01B5C5" w14:textId="77777777" w:rsidR="00C474CA" w:rsidRDefault="00712280">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A6E584" w14:textId="77777777" w:rsidR="00C474CA" w:rsidRDefault="00712280">
            <w:pPr>
              <w:rPr>
                <w:sz w:val="20"/>
                <w:lang w:eastAsia="lt-LT"/>
              </w:rPr>
            </w:pPr>
            <w:r>
              <w:rPr>
                <w:bCs/>
                <w:sz w:val="20"/>
              </w:rPr>
              <w:t>Kriterijų atitinka</w:t>
            </w:r>
          </w:p>
          <w:p w14:paraId="1BBFAD1C" w14:textId="77777777" w:rsidR="00C474CA" w:rsidRDefault="00C474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60BF79"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9E568E" w14:textId="77777777" w:rsidR="00C474CA" w:rsidRDefault="00712280">
            <w:pPr>
              <w:rPr>
                <w:sz w:val="20"/>
                <w:lang w:eastAsia="lt-LT"/>
              </w:rPr>
            </w:pPr>
            <w:r>
              <w:rPr>
                <w:sz w:val="20"/>
                <w:lang w:eastAsia="lt-LT"/>
              </w:rPr>
              <w:t>□ tenkina</w:t>
            </w:r>
          </w:p>
          <w:p w14:paraId="426B5802" w14:textId="77777777" w:rsidR="00C474CA" w:rsidRDefault="00712280">
            <w:pPr>
              <w:rPr>
                <w:sz w:val="20"/>
                <w:lang w:eastAsia="lt-LT"/>
              </w:rPr>
            </w:pPr>
            <w:r>
              <w:rPr>
                <w:sz w:val="20"/>
                <w:lang w:eastAsia="lt-LT"/>
              </w:rPr>
              <w:t>□ netenkina</w:t>
            </w:r>
          </w:p>
        </w:tc>
      </w:tr>
      <w:tr w:rsidR="00C474CA" w14:paraId="2EC402A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DFF47" w14:textId="77777777" w:rsidR="00C474CA" w:rsidRDefault="00712280">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273CA9" w14:textId="77777777" w:rsidR="00C474CA" w:rsidRDefault="00712280">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4EC83B" w14:textId="77777777" w:rsidR="00C474CA" w:rsidRDefault="00712280">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64590D"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B90FF5" w14:textId="77777777" w:rsidR="00C474CA" w:rsidRDefault="00712280">
            <w:pPr>
              <w:rPr>
                <w:sz w:val="20"/>
                <w:lang w:eastAsia="lt-LT"/>
              </w:rPr>
            </w:pPr>
            <w:r>
              <w:rPr>
                <w:sz w:val="20"/>
                <w:lang w:eastAsia="lt-LT"/>
              </w:rPr>
              <w:t>□ tenkina</w:t>
            </w:r>
          </w:p>
          <w:p w14:paraId="18A5E161" w14:textId="77777777" w:rsidR="00C474CA" w:rsidRDefault="00712280">
            <w:pPr>
              <w:rPr>
                <w:sz w:val="20"/>
                <w:lang w:eastAsia="lt-LT"/>
              </w:rPr>
            </w:pPr>
            <w:r>
              <w:rPr>
                <w:sz w:val="20"/>
                <w:lang w:eastAsia="lt-LT"/>
              </w:rPr>
              <w:t>□ netenkina</w:t>
            </w:r>
          </w:p>
        </w:tc>
      </w:tr>
      <w:tr w:rsidR="00C474CA" w14:paraId="38DF643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A5C3C4" w14:textId="77777777" w:rsidR="00C474CA" w:rsidRDefault="00712280">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3F18B" w14:textId="77777777" w:rsidR="00C474CA" w:rsidRDefault="00712280">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65C4E" w14:textId="77777777" w:rsidR="00C474CA" w:rsidRDefault="00712280">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EFEB02"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7A149" w14:textId="77777777" w:rsidR="00C474CA" w:rsidRDefault="00712280">
            <w:pPr>
              <w:rPr>
                <w:sz w:val="20"/>
                <w:lang w:eastAsia="lt-LT"/>
              </w:rPr>
            </w:pPr>
            <w:r>
              <w:rPr>
                <w:sz w:val="20"/>
                <w:lang w:eastAsia="lt-LT"/>
              </w:rPr>
              <w:t>□ tenkina</w:t>
            </w:r>
          </w:p>
          <w:p w14:paraId="3E936D93" w14:textId="77777777" w:rsidR="00C474CA" w:rsidRDefault="00712280">
            <w:pPr>
              <w:rPr>
                <w:sz w:val="20"/>
                <w:lang w:eastAsia="lt-LT"/>
              </w:rPr>
            </w:pPr>
            <w:r>
              <w:rPr>
                <w:sz w:val="20"/>
                <w:lang w:eastAsia="lt-LT"/>
              </w:rPr>
              <w:t>□ netenkina</w:t>
            </w:r>
          </w:p>
        </w:tc>
      </w:tr>
      <w:tr w:rsidR="00C474CA" w14:paraId="5A9E967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45437" w14:textId="77777777" w:rsidR="00C474CA" w:rsidRDefault="00712280">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EFB1B3" w14:textId="77777777" w:rsidR="00C474CA" w:rsidRDefault="00712280">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80F345" w14:textId="77777777" w:rsidR="00C474CA" w:rsidRDefault="00712280">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196B4" w14:textId="77777777" w:rsidR="00C474CA" w:rsidRDefault="00C474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FF3BCD" w14:textId="77777777" w:rsidR="00C474CA" w:rsidRDefault="00712280">
            <w:pPr>
              <w:rPr>
                <w:sz w:val="20"/>
                <w:lang w:eastAsia="lt-LT"/>
              </w:rPr>
            </w:pPr>
            <w:r>
              <w:rPr>
                <w:sz w:val="20"/>
                <w:lang w:eastAsia="lt-LT"/>
              </w:rPr>
              <w:t>□ tenkina</w:t>
            </w:r>
          </w:p>
          <w:p w14:paraId="60A5FB17" w14:textId="77777777" w:rsidR="00C474CA" w:rsidRDefault="00712280">
            <w:pPr>
              <w:rPr>
                <w:sz w:val="20"/>
                <w:lang w:eastAsia="lt-LT"/>
              </w:rPr>
            </w:pPr>
            <w:r>
              <w:rPr>
                <w:sz w:val="20"/>
                <w:lang w:eastAsia="lt-LT"/>
              </w:rPr>
              <w:t>□ netenkina</w:t>
            </w:r>
          </w:p>
        </w:tc>
      </w:tr>
      <w:tr w:rsidR="00C474CA" w14:paraId="2A4DED3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F4FC4" w14:textId="77777777" w:rsidR="00C474CA" w:rsidRDefault="00712280">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3C156" w14:textId="77777777" w:rsidR="00C474CA" w:rsidRDefault="00712280">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7E3CBD61" w14:textId="77777777" w:rsidR="00C474CA" w:rsidRDefault="00712280">
            <w:pPr>
              <w:ind w:left="33"/>
              <w:rPr>
                <w:sz w:val="20"/>
              </w:rPr>
            </w:pPr>
            <w:r>
              <w:rPr>
                <w:sz w:val="20"/>
              </w:rPr>
              <w:t>9.1. konkretus narių skaičius, užtikrinantis kolegialaus sprendimus priimančio subjekto veiklos objektyvumą</w:t>
            </w:r>
          </w:p>
          <w:p w14:paraId="7B3A3AD4" w14:textId="77777777" w:rsidR="00C474CA" w:rsidRDefault="00712280">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03EFDC51" w14:textId="77777777" w:rsidR="00C474CA" w:rsidRDefault="00712280">
            <w:pPr>
              <w:rPr>
                <w:sz w:val="20"/>
              </w:rPr>
            </w:pPr>
            <w:r>
              <w:rPr>
                <w:sz w:val="20"/>
                <w:lang w:eastAsia="lt-LT"/>
              </w:rPr>
              <w:t>9.3</w:t>
            </w:r>
            <w:r>
              <w:rPr>
                <w:spacing w:val="-4"/>
                <w:sz w:val="20"/>
                <w:lang w:eastAsia="lt-LT"/>
              </w:rPr>
              <w:t>. narių skyrimo mechanizmas</w:t>
            </w:r>
          </w:p>
          <w:p w14:paraId="23E3C84C" w14:textId="77777777" w:rsidR="00C474CA" w:rsidRDefault="00712280">
            <w:pPr>
              <w:rPr>
                <w:sz w:val="20"/>
                <w:lang w:eastAsia="lt-LT"/>
              </w:rPr>
            </w:pPr>
            <w:r>
              <w:rPr>
                <w:sz w:val="20"/>
                <w:lang w:eastAsia="lt-LT"/>
              </w:rPr>
              <w:t>9.4. narių rotacija ir kadencijų skaičius ir trukmė</w:t>
            </w:r>
          </w:p>
          <w:p w14:paraId="7487E047" w14:textId="77777777" w:rsidR="00C474CA" w:rsidRDefault="00712280">
            <w:pPr>
              <w:rPr>
                <w:sz w:val="20"/>
              </w:rPr>
            </w:pPr>
            <w:r>
              <w:rPr>
                <w:sz w:val="20"/>
              </w:rPr>
              <w:t>9.5. veiklos pobūdis laiko atžvilgiu</w:t>
            </w:r>
          </w:p>
          <w:p w14:paraId="1BB3E760" w14:textId="77777777" w:rsidR="00C474CA" w:rsidRDefault="00712280">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010C9" w14:textId="77777777" w:rsidR="00C474CA" w:rsidRDefault="00712280">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D0B9"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644404" w14:textId="77777777" w:rsidR="00C474CA" w:rsidRDefault="00712280">
            <w:pPr>
              <w:rPr>
                <w:sz w:val="20"/>
                <w:lang w:eastAsia="lt-LT"/>
              </w:rPr>
            </w:pPr>
            <w:r>
              <w:rPr>
                <w:sz w:val="20"/>
                <w:lang w:eastAsia="lt-LT"/>
              </w:rPr>
              <w:t>□ tenkina</w:t>
            </w:r>
          </w:p>
          <w:p w14:paraId="32921C21" w14:textId="77777777" w:rsidR="00C474CA" w:rsidRDefault="00712280">
            <w:pPr>
              <w:rPr>
                <w:sz w:val="20"/>
                <w:lang w:eastAsia="lt-LT"/>
              </w:rPr>
            </w:pPr>
            <w:r>
              <w:rPr>
                <w:sz w:val="20"/>
                <w:lang w:eastAsia="lt-LT"/>
              </w:rPr>
              <w:t>□ netenkina</w:t>
            </w:r>
          </w:p>
        </w:tc>
      </w:tr>
      <w:tr w:rsidR="00C474CA" w14:paraId="11FD0D0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1240E" w14:textId="77777777" w:rsidR="00C474CA" w:rsidRDefault="00712280">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20E9D9" w14:textId="77777777" w:rsidR="00C474CA" w:rsidRDefault="00712280">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B835F2" w14:textId="77777777" w:rsidR="00C474CA" w:rsidRDefault="00712280">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FA7888"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EB75F" w14:textId="77777777" w:rsidR="00C474CA" w:rsidRDefault="00712280">
            <w:pPr>
              <w:rPr>
                <w:sz w:val="20"/>
                <w:lang w:eastAsia="lt-LT"/>
              </w:rPr>
            </w:pPr>
            <w:r>
              <w:rPr>
                <w:sz w:val="20"/>
                <w:lang w:eastAsia="lt-LT"/>
              </w:rPr>
              <w:t>□ tenkina</w:t>
            </w:r>
          </w:p>
          <w:p w14:paraId="6EFD99AA" w14:textId="77777777" w:rsidR="00C474CA" w:rsidRDefault="00712280">
            <w:pPr>
              <w:rPr>
                <w:sz w:val="20"/>
                <w:lang w:eastAsia="lt-LT"/>
              </w:rPr>
            </w:pPr>
            <w:r>
              <w:rPr>
                <w:sz w:val="20"/>
                <w:lang w:eastAsia="lt-LT"/>
              </w:rPr>
              <w:t>□ netenkina</w:t>
            </w:r>
          </w:p>
        </w:tc>
      </w:tr>
      <w:tr w:rsidR="00C474CA" w14:paraId="27CD81B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E9087A" w14:textId="77777777" w:rsidR="00C474CA" w:rsidRDefault="00712280">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F708BD" w14:textId="77777777" w:rsidR="00C474CA" w:rsidRDefault="00712280">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6FB06" w14:textId="77777777" w:rsidR="00C474CA" w:rsidRDefault="00712280">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8F024" w14:textId="77777777" w:rsidR="00C474CA" w:rsidRDefault="00C474C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1828D" w14:textId="77777777" w:rsidR="00C474CA" w:rsidRDefault="00712280">
            <w:pPr>
              <w:keepNext/>
              <w:rPr>
                <w:sz w:val="20"/>
                <w:lang w:eastAsia="lt-LT"/>
              </w:rPr>
            </w:pPr>
            <w:r>
              <w:rPr>
                <w:sz w:val="20"/>
                <w:lang w:eastAsia="lt-LT"/>
              </w:rPr>
              <w:t>□ tenkina</w:t>
            </w:r>
          </w:p>
          <w:p w14:paraId="1FCA1D29" w14:textId="77777777" w:rsidR="00C474CA" w:rsidRDefault="00712280">
            <w:pPr>
              <w:keepNext/>
              <w:rPr>
                <w:sz w:val="20"/>
                <w:lang w:eastAsia="lt-LT"/>
              </w:rPr>
            </w:pPr>
            <w:r>
              <w:rPr>
                <w:sz w:val="20"/>
                <w:lang w:eastAsia="lt-LT"/>
              </w:rPr>
              <w:t>□ netenkina</w:t>
            </w:r>
          </w:p>
        </w:tc>
      </w:tr>
      <w:tr w:rsidR="00C474CA" w14:paraId="0FC949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F71351" w14:textId="77777777" w:rsidR="00C474CA" w:rsidRDefault="00712280">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CD43B" w14:textId="77777777" w:rsidR="00C474CA" w:rsidRDefault="00712280">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6B20D" w14:textId="77777777" w:rsidR="00C474CA" w:rsidRDefault="00712280">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F975AA"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23C58A" w14:textId="77777777" w:rsidR="00C474CA" w:rsidRDefault="00712280">
            <w:pPr>
              <w:rPr>
                <w:sz w:val="20"/>
                <w:lang w:eastAsia="lt-LT"/>
              </w:rPr>
            </w:pPr>
            <w:r>
              <w:rPr>
                <w:sz w:val="20"/>
                <w:lang w:eastAsia="lt-LT"/>
              </w:rPr>
              <w:t>□ tenkina</w:t>
            </w:r>
          </w:p>
          <w:p w14:paraId="6B5DFD3F" w14:textId="77777777" w:rsidR="00C474CA" w:rsidRDefault="00712280">
            <w:pPr>
              <w:rPr>
                <w:sz w:val="20"/>
                <w:lang w:eastAsia="lt-LT"/>
              </w:rPr>
            </w:pPr>
            <w:r>
              <w:rPr>
                <w:sz w:val="20"/>
                <w:lang w:eastAsia="lt-LT"/>
              </w:rPr>
              <w:t>□ netenkina</w:t>
            </w:r>
          </w:p>
        </w:tc>
      </w:tr>
      <w:tr w:rsidR="00C474CA" w14:paraId="7BE3C00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27F1D5" w14:textId="77777777" w:rsidR="00C474CA" w:rsidRDefault="00712280">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55570" w14:textId="77777777" w:rsidR="00C474CA" w:rsidRDefault="00712280">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5B9A75" w14:textId="77777777" w:rsidR="00C474CA" w:rsidRDefault="00712280">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13C37"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FEF49" w14:textId="77777777" w:rsidR="00C474CA" w:rsidRDefault="00712280">
            <w:pPr>
              <w:rPr>
                <w:sz w:val="20"/>
                <w:lang w:eastAsia="lt-LT"/>
              </w:rPr>
            </w:pPr>
            <w:r>
              <w:rPr>
                <w:sz w:val="20"/>
                <w:lang w:eastAsia="lt-LT"/>
              </w:rPr>
              <w:t>□ tenkina</w:t>
            </w:r>
          </w:p>
          <w:p w14:paraId="017B8D2E" w14:textId="77777777" w:rsidR="00C474CA" w:rsidRDefault="00712280">
            <w:pPr>
              <w:rPr>
                <w:sz w:val="20"/>
                <w:lang w:eastAsia="lt-LT"/>
              </w:rPr>
            </w:pPr>
            <w:r>
              <w:rPr>
                <w:sz w:val="20"/>
                <w:lang w:eastAsia="lt-LT"/>
              </w:rPr>
              <w:t>□ netenkina</w:t>
            </w:r>
          </w:p>
        </w:tc>
      </w:tr>
      <w:tr w:rsidR="00C474CA" w14:paraId="2D40BB9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4AADB9" w14:textId="77777777" w:rsidR="00C474CA" w:rsidRDefault="00712280">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F78E37" w14:textId="77777777" w:rsidR="00C474CA" w:rsidRDefault="00712280">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179F21" w14:textId="77777777" w:rsidR="00C474CA" w:rsidRDefault="00712280">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40BC50" w14:textId="77777777" w:rsidR="00C474CA" w:rsidRDefault="00C474C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4FE56" w14:textId="77777777" w:rsidR="00C474CA" w:rsidRDefault="00712280">
            <w:pPr>
              <w:rPr>
                <w:sz w:val="20"/>
                <w:lang w:eastAsia="lt-LT"/>
              </w:rPr>
            </w:pPr>
            <w:r>
              <w:rPr>
                <w:sz w:val="20"/>
                <w:lang w:eastAsia="lt-LT"/>
              </w:rPr>
              <w:t>□ tenkina</w:t>
            </w:r>
          </w:p>
          <w:p w14:paraId="3A1E08B4" w14:textId="77777777" w:rsidR="00C474CA" w:rsidRDefault="00712280">
            <w:pPr>
              <w:rPr>
                <w:sz w:val="20"/>
                <w:lang w:eastAsia="lt-LT"/>
              </w:rPr>
            </w:pPr>
            <w:r>
              <w:rPr>
                <w:sz w:val="20"/>
                <w:lang w:eastAsia="lt-LT"/>
              </w:rPr>
              <w:t>□ netenkina</w:t>
            </w:r>
          </w:p>
        </w:tc>
      </w:tr>
      <w:tr w:rsidR="00C474CA" w14:paraId="11D51F0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69F776" w14:textId="77777777" w:rsidR="00C474CA" w:rsidRDefault="00712280">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72EA7" w14:textId="77777777" w:rsidR="00C474CA" w:rsidRDefault="00712280">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D58CC3" w14:textId="77777777" w:rsidR="00C474CA" w:rsidRDefault="00712280">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61BB6"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E1ED28" w14:textId="77777777" w:rsidR="00C474CA" w:rsidRDefault="00712280">
            <w:pPr>
              <w:rPr>
                <w:sz w:val="20"/>
                <w:lang w:eastAsia="lt-LT"/>
              </w:rPr>
            </w:pPr>
            <w:r>
              <w:rPr>
                <w:sz w:val="20"/>
                <w:lang w:eastAsia="lt-LT"/>
              </w:rPr>
              <w:t>□ tenkina</w:t>
            </w:r>
          </w:p>
          <w:p w14:paraId="605401C7" w14:textId="77777777" w:rsidR="00C474CA" w:rsidRDefault="00712280">
            <w:pPr>
              <w:rPr>
                <w:sz w:val="20"/>
                <w:lang w:eastAsia="lt-LT"/>
              </w:rPr>
            </w:pPr>
            <w:r>
              <w:rPr>
                <w:sz w:val="20"/>
                <w:lang w:eastAsia="lt-LT"/>
              </w:rPr>
              <w:t>□ netenkina</w:t>
            </w:r>
          </w:p>
        </w:tc>
      </w:tr>
      <w:tr w:rsidR="00C474CA" w14:paraId="30D474F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138943" w14:textId="77777777" w:rsidR="00C474CA" w:rsidRDefault="00712280">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859AA4" w14:textId="77777777" w:rsidR="00C474CA" w:rsidRDefault="00712280">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A747A" w14:textId="77777777" w:rsidR="00C474CA" w:rsidRDefault="00712280">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A31933"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0AB22A" w14:textId="77777777" w:rsidR="00C474CA" w:rsidRDefault="00712280">
            <w:pPr>
              <w:rPr>
                <w:sz w:val="20"/>
                <w:lang w:eastAsia="lt-LT"/>
              </w:rPr>
            </w:pPr>
            <w:r>
              <w:rPr>
                <w:sz w:val="20"/>
                <w:lang w:eastAsia="lt-LT"/>
              </w:rPr>
              <w:t>□ tenkina</w:t>
            </w:r>
          </w:p>
          <w:p w14:paraId="3B61C522" w14:textId="77777777" w:rsidR="00C474CA" w:rsidRDefault="00712280">
            <w:pPr>
              <w:rPr>
                <w:sz w:val="20"/>
                <w:lang w:eastAsia="lt-LT"/>
              </w:rPr>
            </w:pPr>
            <w:r>
              <w:rPr>
                <w:sz w:val="20"/>
                <w:lang w:eastAsia="lt-LT"/>
              </w:rPr>
              <w:t>□ netenkina</w:t>
            </w:r>
          </w:p>
        </w:tc>
      </w:tr>
      <w:tr w:rsidR="00C474CA" w14:paraId="2BB8B80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97990B" w14:textId="77777777" w:rsidR="00C474CA" w:rsidRDefault="00712280">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72420" w14:textId="77777777" w:rsidR="00C474CA" w:rsidRDefault="00712280">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918D08" w14:textId="77777777" w:rsidR="00C474CA" w:rsidRDefault="00712280">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C4898" w14:textId="77777777" w:rsidR="00C474CA" w:rsidRDefault="00C474CA">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D9BD26" w14:textId="77777777" w:rsidR="00C474CA" w:rsidRDefault="00712280">
            <w:pPr>
              <w:keepNext/>
              <w:rPr>
                <w:sz w:val="20"/>
                <w:lang w:eastAsia="lt-LT"/>
              </w:rPr>
            </w:pPr>
            <w:r>
              <w:rPr>
                <w:sz w:val="20"/>
                <w:lang w:eastAsia="lt-LT"/>
              </w:rPr>
              <w:t>□ tenkina</w:t>
            </w:r>
          </w:p>
          <w:p w14:paraId="763A0AAE" w14:textId="77777777" w:rsidR="00C474CA" w:rsidRDefault="00712280">
            <w:pPr>
              <w:keepNext/>
              <w:rPr>
                <w:sz w:val="20"/>
                <w:lang w:eastAsia="lt-LT"/>
              </w:rPr>
            </w:pPr>
            <w:r>
              <w:rPr>
                <w:sz w:val="20"/>
                <w:lang w:eastAsia="lt-LT"/>
              </w:rPr>
              <w:t>□ netenkina</w:t>
            </w:r>
          </w:p>
        </w:tc>
      </w:tr>
      <w:tr w:rsidR="00C474CA" w14:paraId="772E98F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927BB" w14:textId="77777777" w:rsidR="00C474CA" w:rsidRDefault="00712280">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F61172" w14:textId="77777777" w:rsidR="00C474CA" w:rsidRDefault="00712280">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7F418" w14:textId="77777777" w:rsidR="00C474CA" w:rsidRDefault="00712280">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C009A"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00384" w14:textId="77777777" w:rsidR="00C474CA" w:rsidRDefault="00712280">
            <w:pPr>
              <w:rPr>
                <w:sz w:val="20"/>
                <w:lang w:eastAsia="lt-LT"/>
              </w:rPr>
            </w:pPr>
            <w:r>
              <w:rPr>
                <w:sz w:val="20"/>
                <w:lang w:eastAsia="lt-LT"/>
              </w:rPr>
              <w:t>□ tenkina</w:t>
            </w:r>
          </w:p>
          <w:p w14:paraId="2B33A430" w14:textId="77777777" w:rsidR="00C474CA" w:rsidRDefault="00712280">
            <w:pPr>
              <w:rPr>
                <w:sz w:val="20"/>
                <w:lang w:eastAsia="lt-LT"/>
              </w:rPr>
            </w:pPr>
            <w:r>
              <w:rPr>
                <w:sz w:val="20"/>
                <w:lang w:eastAsia="lt-LT"/>
              </w:rPr>
              <w:t>□ netenkina</w:t>
            </w:r>
          </w:p>
        </w:tc>
      </w:tr>
      <w:tr w:rsidR="00C474CA" w14:paraId="7611EF9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FC354" w14:textId="77777777" w:rsidR="00C474CA" w:rsidRDefault="00712280">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547F4" w14:textId="77777777" w:rsidR="00C474CA" w:rsidRDefault="00712280">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63EB3" w14:textId="77777777" w:rsidR="00C474CA" w:rsidRDefault="00C474C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A01174" w14:textId="77777777" w:rsidR="00C474CA" w:rsidRDefault="00C474C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CA39FF" w14:textId="77777777" w:rsidR="00C474CA" w:rsidRDefault="00712280">
            <w:pPr>
              <w:rPr>
                <w:sz w:val="20"/>
                <w:lang w:eastAsia="lt-LT"/>
              </w:rPr>
            </w:pPr>
            <w:r>
              <w:rPr>
                <w:sz w:val="20"/>
                <w:lang w:eastAsia="lt-LT"/>
              </w:rPr>
              <w:t>□ tenkina</w:t>
            </w:r>
          </w:p>
          <w:p w14:paraId="2F1FE7F2" w14:textId="77777777" w:rsidR="00C474CA" w:rsidRDefault="00712280">
            <w:pPr>
              <w:rPr>
                <w:sz w:val="20"/>
                <w:lang w:eastAsia="lt-LT"/>
              </w:rPr>
            </w:pPr>
            <w:r>
              <w:rPr>
                <w:sz w:val="20"/>
                <w:lang w:eastAsia="lt-LT"/>
              </w:rPr>
              <w:t>□ netenkina</w:t>
            </w:r>
          </w:p>
        </w:tc>
      </w:tr>
      <w:tr w:rsidR="00C474CA" w14:paraId="5156A2C6"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920D13E" w14:textId="77777777" w:rsidR="00C474CA" w:rsidRDefault="00C474CA">
            <w:pPr>
              <w:rPr>
                <w:sz w:val="20"/>
                <w:lang w:eastAsia="lt-LT"/>
              </w:rPr>
            </w:pPr>
          </w:p>
          <w:p w14:paraId="6B07EE4B" w14:textId="77777777" w:rsidR="00C474CA" w:rsidRDefault="00712280">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A4DAAFC" w14:textId="77777777" w:rsidR="00C474CA" w:rsidRDefault="00C474CA">
            <w:pPr>
              <w:rPr>
                <w:sz w:val="20"/>
                <w:lang w:eastAsia="lt-LT"/>
              </w:rPr>
            </w:pPr>
          </w:p>
          <w:p w14:paraId="00A54338" w14:textId="77777777" w:rsidR="00C474CA" w:rsidRDefault="00712280">
            <w:pPr>
              <w:jc w:val="both"/>
              <w:rPr>
                <w:sz w:val="20"/>
                <w:shd w:val="clear" w:color="auto" w:fill="FFFFFF"/>
              </w:rPr>
            </w:pPr>
            <w:r>
              <w:rPr>
                <w:sz w:val="20"/>
                <w:shd w:val="clear" w:color="auto" w:fill="FFFFFF"/>
              </w:rPr>
              <w:t xml:space="preserve">Statybos, investicijų ir turto valdymo skyriaus vyriausioji specialistė </w:t>
            </w:r>
          </w:p>
          <w:p w14:paraId="5F105B43" w14:textId="77777777" w:rsidR="00C474CA" w:rsidRDefault="00C474CA">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118A01B8" w14:textId="77777777" w:rsidR="00C474CA" w:rsidRDefault="00C474CA">
            <w:pPr>
              <w:rPr>
                <w:sz w:val="20"/>
                <w:lang w:eastAsia="lt-LT"/>
              </w:rPr>
            </w:pPr>
          </w:p>
          <w:p w14:paraId="7670AFC1" w14:textId="77777777" w:rsidR="00C474CA" w:rsidRDefault="00712280">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C137CFE" w14:textId="77777777" w:rsidR="00C474CA" w:rsidRDefault="00C474CA">
            <w:pPr>
              <w:rPr>
                <w:sz w:val="20"/>
                <w:lang w:eastAsia="lt-LT"/>
              </w:rPr>
            </w:pPr>
          </w:p>
          <w:p w14:paraId="72AEFC1B" w14:textId="77777777" w:rsidR="00C474CA" w:rsidRDefault="00712280">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E0A7DDD" w14:textId="77777777" w:rsidR="00C474CA" w:rsidRDefault="00C474CA">
            <w:pPr>
              <w:rPr>
                <w:sz w:val="20"/>
                <w:lang w:eastAsia="lt-LT"/>
              </w:rPr>
            </w:pPr>
          </w:p>
          <w:p w14:paraId="338B4A0C" w14:textId="77777777" w:rsidR="00C474CA" w:rsidRDefault="00712280">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01A48222" w14:textId="77777777" w:rsidR="00C474CA" w:rsidRDefault="00C474CA">
            <w:pPr>
              <w:rPr>
                <w:sz w:val="20"/>
                <w:lang w:eastAsia="lt-LT"/>
              </w:rPr>
            </w:pPr>
          </w:p>
          <w:p w14:paraId="1F2108AD" w14:textId="77777777" w:rsidR="00C474CA" w:rsidRDefault="00712280">
            <w:pPr>
              <w:rPr>
                <w:sz w:val="20"/>
                <w:lang w:eastAsia="lt-LT"/>
              </w:rPr>
            </w:pPr>
            <w:r>
              <w:rPr>
                <w:sz w:val="20"/>
                <w:lang w:eastAsia="lt-LT"/>
              </w:rPr>
              <w:t xml:space="preserve">Simona </w:t>
            </w:r>
            <w:proofErr w:type="spellStart"/>
            <w:r>
              <w:rPr>
                <w:sz w:val="20"/>
                <w:lang w:eastAsia="lt-LT"/>
              </w:rPr>
              <w:t>Česnakienė</w:t>
            </w:r>
            <w:proofErr w:type="spellEnd"/>
          </w:p>
        </w:tc>
      </w:tr>
      <w:tr w:rsidR="00C474CA" w14:paraId="7CDB7069"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3AF67AD" w14:textId="77777777" w:rsidR="00C474CA" w:rsidRDefault="00C474CA">
            <w:pPr>
              <w:rPr>
                <w:sz w:val="20"/>
                <w:lang w:eastAsia="lt-LT"/>
              </w:rPr>
            </w:pPr>
          </w:p>
          <w:p w14:paraId="7B291CA1" w14:textId="77777777" w:rsidR="00C474CA" w:rsidRDefault="00C474CA">
            <w:pPr>
              <w:rPr>
                <w:sz w:val="20"/>
                <w:lang w:eastAsia="lt-LT"/>
              </w:rPr>
            </w:pPr>
          </w:p>
          <w:p w14:paraId="733C42F2" w14:textId="77777777" w:rsidR="00C474CA" w:rsidRDefault="00C474CA">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9E144DC" w14:textId="77777777" w:rsidR="00C474CA" w:rsidRDefault="00712280">
            <w:pPr>
              <w:ind w:left="-11" w:firstLine="11"/>
              <w:rPr>
                <w:sz w:val="20"/>
                <w:lang w:eastAsia="lt-LT"/>
              </w:rPr>
            </w:pPr>
            <w:r>
              <w:rPr>
                <w:sz w:val="20"/>
                <w:lang w:eastAsia="lt-LT"/>
              </w:rPr>
              <w:t>(parašas)</w:t>
            </w:r>
          </w:p>
          <w:p w14:paraId="021B8B03" w14:textId="77777777" w:rsidR="00C474CA" w:rsidRDefault="00C474CA">
            <w:pPr>
              <w:ind w:left="-11" w:firstLine="11"/>
              <w:rPr>
                <w:sz w:val="20"/>
                <w:lang w:eastAsia="lt-LT"/>
              </w:rPr>
            </w:pPr>
          </w:p>
          <w:p w14:paraId="75B09275" w14:textId="77777777" w:rsidR="00C474CA" w:rsidRDefault="00C474CA">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11EF7E55" w14:textId="77777777" w:rsidR="00C474CA" w:rsidRDefault="00712280">
            <w:pPr>
              <w:ind w:left="819"/>
              <w:rPr>
                <w:sz w:val="20"/>
                <w:lang w:eastAsia="lt-LT"/>
              </w:rPr>
            </w:pPr>
            <w:r>
              <w:rPr>
                <w:sz w:val="20"/>
                <w:lang w:eastAsia="lt-LT"/>
              </w:rPr>
              <w:t>(data)</w:t>
            </w:r>
          </w:p>
          <w:p w14:paraId="2BCE359B" w14:textId="77777777" w:rsidR="00C474CA" w:rsidRDefault="00C474CA">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0EB5407" w14:textId="77777777" w:rsidR="00C474CA" w:rsidRDefault="00C474CA">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F03466A" w14:textId="77777777" w:rsidR="00C474CA" w:rsidRDefault="00712280">
            <w:pPr>
              <w:ind w:left="-11" w:firstLine="64"/>
              <w:rPr>
                <w:sz w:val="20"/>
                <w:lang w:eastAsia="lt-LT"/>
              </w:rPr>
            </w:pPr>
            <w:r>
              <w:rPr>
                <w:sz w:val="20"/>
                <w:lang w:eastAsia="lt-LT"/>
              </w:rPr>
              <w:t>(parašas)</w:t>
            </w:r>
          </w:p>
          <w:p w14:paraId="3BB1415A" w14:textId="77777777" w:rsidR="00C474CA" w:rsidRDefault="00C474CA">
            <w:pPr>
              <w:ind w:left="-11" w:firstLine="64"/>
              <w:rPr>
                <w:sz w:val="20"/>
                <w:lang w:eastAsia="lt-LT"/>
              </w:rPr>
            </w:pPr>
          </w:p>
          <w:p w14:paraId="1A24E274" w14:textId="77777777" w:rsidR="00C474CA" w:rsidRDefault="00C474CA">
            <w:pPr>
              <w:ind w:left="-11" w:firstLine="64"/>
              <w:rPr>
                <w:sz w:val="20"/>
                <w:lang w:eastAsia="lt-LT"/>
              </w:rPr>
            </w:pPr>
          </w:p>
          <w:p w14:paraId="14103DEE" w14:textId="77777777" w:rsidR="00C474CA" w:rsidRDefault="00C474CA">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4E24995E" w14:textId="77777777" w:rsidR="00C474CA" w:rsidRDefault="00712280">
            <w:pPr>
              <w:ind w:left="849"/>
              <w:rPr>
                <w:sz w:val="20"/>
                <w:lang w:eastAsia="lt-LT"/>
              </w:rPr>
            </w:pPr>
            <w:r>
              <w:rPr>
                <w:sz w:val="20"/>
                <w:lang w:eastAsia="lt-LT"/>
              </w:rPr>
              <w:t>(data)</w:t>
            </w:r>
          </w:p>
          <w:p w14:paraId="6D1C970B" w14:textId="77777777" w:rsidR="00C474CA" w:rsidRDefault="00C474CA">
            <w:pPr>
              <w:ind w:left="-11" w:firstLine="64"/>
              <w:rPr>
                <w:sz w:val="20"/>
                <w:lang w:eastAsia="lt-LT"/>
              </w:rPr>
            </w:pPr>
          </w:p>
        </w:tc>
      </w:tr>
    </w:tbl>
    <w:p w14:paraId="0974703F" w14:textId="77777777" w:rsidR="00C474CA" w:rsidRDefault="00712280">
      <w:pPr>
        <w:tabs>
          <w:tab w:val="left" w:pos="6237"/>
        </w:tabs>
        <w:jc w:val="center"/>
      </w:pPr>
      <w:r>
        <w:rPr>
          <w:color w:val="000000"/>
          <w:szCs w:val="24"/>
          <w:lang w:eastAsia="lt-LT"/>
        </w:rPr>
        <w:t>___________________________</w:t>
      </w:r>
    </w:p>
    <w:p w14:paraId="5302DD5A" w14:textId="77777777" w:rsidR="00C474CA" w:rsidRDefault="00C474CA">
      <w:pPr>
        <w:tabs>
          <w:tab w:val="center" w:pos="-7800"/>
          <w:tab w:val="left" w:pos="6237"/>
          <w:tab w:val="right" w:pos="8306"/>
        </w:tabs>
      </w:pPr>
    </w:p>
    <w:p w14:paraId="2FF2B5F0" w14:textId="77777777" w:rsidR="00C474CA" w:rsidRDefault="00C474CA">
      <w:pPr>
        <w:tabs>
          <w:tab w:val="center" w:pos="-7800"/>
          <w:tab w:val="left" w:pos="6237"/>
          <w:tab w:val="right" w:pos="8306"/>
        </w:tabs>
        <w:rPr>
          <w:lang w:eastAsia="lt-LT"/>
        </w:rPr>
      </w:pPr>
    </w:p>
    <w:p w14:paraId="0D3A95C7" w14:textId="77777777" w:rsidR="00C474CA" w:rsidRDefault="00C474CA">
      <w:pPr>
        <w:widowControl w:val="0"/>
      </w:pPr>
    </w:p>
    <w:sectPr w:rsidR="00C474CA">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4A73A" w14:textId="77777777" w:rsidR="001D588A" w:rsidRDefault="001D588A">
      <w:pPr>
        <w:rPr>
          <w:lang w:eastAsia="lt-LT"/>
        </w:rPr>
      </w:pPr>
      <w:r>
        <w:rPr>
          <w:lang w:eastAsia="lt-LT"/>
        </w:rPr>
        <w:separator/>
      </w:r>
    </w:p>
  </w:endnote>
  <w:endnote w:type="continuationSeparator" w:id="0">
    <w:p w14:paraId="2A55FC1D" w14:textId="77777777" w:rsidR="001D588A" w:rsidRDefault="001D588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07727" w14:textId="77777777" w:rsidR="001D588A" w:rsidRDefault="001D588A">
      <w:pPr>
        <w:rPr>
          <w:lang w:eastAsia="lt-LT"/>
        </w:rPr>
      </w:pPr>
      <w:r>
        <w:rPr>
          <w:lang w:eastAsia="lt-LT"/>
        </w:rPr>
        <w:separator/>
      </w:r>
    </w:p>
  </w:footnote>
  <w:footnote w:type="continuationSeparator" w:id="0">
    <w:p w14:paraId="63860795" w14:textId="77777777" w:rsidR="001D588A" w:rsidRDefault="001D588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3704" w14:textId="77777777" w:rsidR="00C474CA" w:rsidRDefault="00C474CA">
    <w:pPr>
      <w:framePr w:wrap="auto" w:vAnchor="text" w:hAnchor="margin" w:xAlign="center" w:y="1"/>
      <w:tabs>
        <w:tab w:val="center" w:pos="4153"/>
        <w:tab w:val="right" w:pos="8306"/>
      </w:tabs>
      <w:rPr>
        <w:lang w:eastAsia="lt-LT"/>
      </w:rPr>
    </w:pPr>
  </w:p>
  <w:p w14:paraId="0ECC653B" w14:textId="77777777" w:rsidR="00C474CA" w:rsidRDefault="00C474C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177FF" w14:textId="77777777" w:rsidR="00C474CA" w:rsidRDefault="00712280">
    <w:pPr>
      <w:pStyle w:val="Antrats"/>
      <w:jc w:val="center"/>
    </w:pPr>
    <w:r>
      <w:fldChar w:fldCharType="begin"/>
    </w:r>
    <w:r>
      <w:instrText>PAGE   \* MERGEFORMAT</w:instrText>
    </w:r>
    <w:r>
      <w:fldChar w:fldCharType="separate"/>
    </w:r>
    <w:r>
      <w:t>3</w:t>
    </w:r>
    <w:r>
      <w:fldChar w:fldCharType="end"/>
    </w:r>
  </w:p>
  <w:p w14:paraId="33151288" w14:textId="77777777" w:rsidR="00C474CA" w:rsidRDefault="00C474C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6C"/>
    <w:rsid w:val="001D588A"/>
    <w:rsid w:val="004B77E5"/>
    <w:rsid w:val="00712280"/>
    <w:rsid w:val="00896C6C"/>
    <w:rsid w:val="00B31294"/>
    <w:rsid w:val="00C4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5A2DD"/>
  <w15:docId w15:val="{094B9A6E-22B3-4E8F-94B0-38869653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valstybin&#279;s%20&#382;em&#279;s%20nuomos%202021%20m.%20sausio%2026%20d.%20sutarties%20Nr.%2015S&#381;N-2-(14.15.55.)%20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valstybinės žemės nuomos 2021 m. sausio 26 d. sutarties Nr. 15SŽN-2-(14.15.55.) pakeitimo.</Template>
  <TotalTime>1</TotalTime>
  <Pages>3</Pages>
  <Words>4605</Words>
  <Characters>2626</Characters>
  <Application>Microsoft Office Word</Application>
  <DocSecurity>4</DocSecurity>
  <Lines>21</Lines>
  <Paragraphs>14</Paragraphs>
  <ScaleCrop>false</ScaleCrop>
  <Company>LRVK</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2024-12-09T09:09:00Z</dcterms:created>
  <dcterms:modified xsi:type="dcterms:W3CDTF">2024-12-09T09:09:00Z</dcterms:modified>
</cp:coreProperties>
</file>